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0A" w:rsidRPr="00295936" w:rsidRDefault="00D06B0A" w:rsidP="00295936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ind w:left="10206" w:firstLine="12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2</w:t>
      </w:r>
    </w:p>
    <w:p w:rsidR="00D06B0A" w:rsidRPr="00295936" w:rsidRDefault="00D06B0A" w:rsidP="00295936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D06B0A" w:rsidRPr="00295936" w:rsidRDefault="00D06B0A" w:rsidP="002959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«Устойчивое развитие сельской территории – </w:t>
      </w:r>
    </w:p>
    <w:p w:rsidR="00D06B0A" w:rsidRPr="00295936" w:rsidRDefault="00D06B0A" w:rsidP="002959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Пригородный сельсовет </w:t>
      </w:r>
    </w:p>
    <w:p w:rsidR="00D06B0A" w:rsidRPr="00295936" w:rsidRDefault="00D06B0A" w:rsidP="002959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Усманского муниципального района</w:t>
      </w:r>
    </w:p>
    <w:p w:rsidR="00D06B0A" w:rsidRDefault="00D06B0A" w:rsidP="002959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Липецкой области на 2016-2020 годы»</w:t>
      </w:r>
    </w:p>
    <w:p w:rsidR="00D06B0A" w:rsidRPr="00295936" w:rsidRDefault="00D06B0A" w:rsidP="000D4D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ИЗМЕНЕНИЯ</w:t>
      </w:r>
    </w:p>
    <w:p w:rsidR="00D06B0A" w:rsidRDefault="00D06B0A" w:rsidP="002959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6B0A" w:rsidRDefault="00D06B0A" w:rsidP="002959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1.Пункт 49-52 читать в новой редакции;</w:t>
      </w:r>
    </w:p>
    <w:p w:rsidR="00D06B0A" w:rsidRDefault="00D06B0A" w:rsidP="002959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2.Пункт 53-56 добавить</w:t>
      </w:r>
    </w:p>
    <w:p w:rsidR="00D06B0A" w:rsidRPr="00295936" w:rsidRDefault="00D06B0A" w:rsidP="0029593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6B0A" w:rsidRPr="00295936" w:rsidRDefault="00D06B0A" w:rsidP="002959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Сведения об индикаторе цели, показателях задач  и объемах финансирования муниципальной программы</w:t>
      </w:r>
      <w:bookmarkStart w:id="0" w:name="_GoBack"/>
      <w:bookmarkEnd w:id="0"/>
    </w:p>
    <w:p w:rsidR="00D06B0A" w:rsidRPr="00295936" w:rsidRDefault="00D06B0A" w:rsidP="002959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«Устойчивое развитие сельской территории – сельского поселения Пригородный сельсовет</w:t>
      </w:r>
    </w:p>
    <w:p w:rsidR="00D06B0A" w:rsidRPr="00295936" w:rsidRDefault="00D06B0A" w:rsidP="002959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Усманского муниципального района Липецкой области на 2016-2020 годы»</w:t>
      </w:r>
    </w:p>
    <w:p w:rsidR="00D06B0A" w:rsidRPr="00295936" w:rsidRDefault="00D06B0A" w:rsidP="00295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6B0A" w:rsidRPr="00295936" w:rsidRDefault="00D06B0A" w:rsidP="002959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29593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Таблица</w:t>
      </w:r>
    </w:p>
    <w:tbl>
      <w:tblPr>
        <w:tblpPr w:leftFromText="180" w:rightFromText="180" w:vertAnchor="text" w:tblpX="-72" w:tblpY="1"/>
        <w:tblOverlap w:val="never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6774"/>
        <w:gridCol w:w="2344"/>
        <w:gridCol w:w="1199"/>
        <w:gridCol w:w="142"/>
        <w:gridCol w:w="99"/>
        <w:gridCol w:w="893"/>
        <w:gridCol w:w="187"/>
        <w:gridCol w:w="7"/>
        <w:gridCol w:w="940"/>
        <w:gridCol w:w="133"/>
        <w:gridCol w:w="885"/>
        <w:gridCol w:w="15"/>
        <w:gridCol w:w="861"/>
        <w:gridCol w:w="39"/>
        <w:gridCol w:w="52"/>
        <w:gridCol w:w="1114"/>
        <w:gridCol w:w="20"/>
      </w:tblGrid>
      <w:tr w:rsidR="00D06B0A" w:rsidRPr="00E60C9B">
        <w:tc>
          <w:tcPr>
            <w:tcW w:w="56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7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цели, индикатора, задач, показателей, подпрограмм, основных мероприятий, направлений расходов</w:t>
            </w:r>
          </w:p>
        </w:tc>
        <w:tc>
          <w:tcPr>
            <w:tcW w:w="234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измерения</w:t>
            </w:r>
          </w:p>
        </w:tc>
        <w:tc>
          <w:tcPr>
            <w:tcW w:w="6586" w:type="dxa"/>
            <w:gridSpan w:val="15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индикаторов, показателей и объемов финансирования</w:t>
            </w:r>
          </w:p>
        </w:tc>
      </w:tr>
      <w:tr w:rsidR="00D06B0A" w:rsidRPr="00E60C9B">
        <w:tc>
          <w:tcPr>
            <w:tcW w:w="56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базовый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080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0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0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86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D06B0A" w:rsidRPr="00E60C9B">
        <w:tc>
          <w:tcPr>
            <w:tcW w:w="56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6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6B0A" w:rsidRPr="00E60C9B">
        <w:trPr>
          <w:trHeight w:val="579"/>
        </w:trPr>
        <w:tc>
          <w:tcPr>
            <w:tcW w:w="56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704" w:type="dxa"/>
            <w:gridSpan w:val="17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Задача 2 Подпрограммы 4 – Создание условий для вовлечения населения в участие в  спортивных мероприятиях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77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Показатель 1 задачи 2 Подпрограммы 4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спортивных мероприятий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ед.</w:t>
            </w:r>
          </w:p>
        </w:tc>
        <w:tc>
          <w:tcPr>
            <w:tcW w:w="1341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74" w:type="dxa"/>
            <w:vMerge w:val="restart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Основное мероприятие  задачи 2 Подпрограммы 4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"Реализация мер по развитию физической культуры и спорта в сельском поселении Пригородный сельсовет"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тыс.руб</w:t>
            </w: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774" w:type="dxa"/>
            <w:vMerge w:val="restart"/>
            <w:vAlign w:val="center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мероприятия"Реализация мер по развитию физической культуры и спорта в сельском поселении Пригородный сельсовет</w:t>
            </w: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тыс.руб</w:t>
            </w: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73" w:type="dxa"/>
            <w:gridSpan w:val="2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 w:val="restart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774" w:type="dxa"/>
            <w:vMerge w:val="restart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Итого по Подпрограмме 4</w:t>
            </w: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тыс.руб</w:t>
            </w: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4557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местный бюджет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4177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4275</w:t>
            </w: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  <w:trHeight w:val="1165"/>
        </w:trPr>
        <w:tc>
          <w:tcPr>
            <w:tcW w:w="564" w:type="dxa"/>
            <w:vMerge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районный  бюджет</w:t>
            </w:r>
          </w:p>
        </w:tc>
        <w:tc>
          <w:tcPr>
            <w:tcW w:w="1341" w:type="dxa"/>
            <w:gridSpan w:val="2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6" w:type="dxa"/>
            <w:gridSpan w:val="4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073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5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76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5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</w:tr>
      <w:tr w:rsidR="00D06B0A" w:rsidRPr="00E60C9B">
        <w:trPr>
          <w:gridAfter w:val="1"/>
          <w:wAfter w:w="20" w:type="dxa"/>
          <w:trHeight w:val="467"/>
        </w:trPr>
        <w:tc>
          <w:tcPr>
            <w:tcW w:w="564" w:type="dxa"/>
          </w:tcPr>
          <w:p w:rsidR="00D06B0A" w:rsidRPr="00E60C9B" w:rsidRDefault="00D06B0A" w:rsidP="000863A9">
            <w:r w:rsidRPr="00E60C9B">
              <w:t>53</w:t>
            </w:r>
          </w:p>
        </w:tc>
        <w:tc>
          <w:tcPr>
            <w:tcW w:w="15684" w:type="dxa"/>
            <w:gridSpan w:val="16"/>
            <w:vAlign w:val="center"/>
          </w:tcPr>
          <w:p w:rsidR="00D06B0A" w:rsidRPr="000D4D0A" w:rsidRDefault="00D06B0A" w:rsidP="000863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/>
              </w:rPr>
            </w:pPr>
            <w:r w:rsidRPr="000D4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Задача 1</w:t>
            </w:r>
            <w:r w:rsidRPr="000D4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Подпрограммы 5 Военно-патриотическое воспитание молодежи   сельского поселения   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D06B0A" w:rsidRPr="00E60C9B">
        <w:trPr>
          <w:gridAfter w:val="1"/>
          <w:wAfter w:w="20" w:type="dxa"/>
        </w:trPr>
        <w:tc>
          <w:tcPr>
            <w:tcW w:w="56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77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Показатель 1 задачи 1 Подпрограммы 5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спортивных мероприятий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ед.</w:t>
            </w:r>
          </w:p>
        </w:tc>
        <w:tc>
          <w:tcPr>
            <w:tcW w:w="1199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06B0A" w:rsidRPr="00E60C9B">
        <w:trPr>
          <w:gridAfter w:val="1"/>
          <w:wAfter w:w="20" w:type="dxa"/>
          <w:trHeight w:val="195"/>
        </w:trPr>
        <w:tc>
          <w:tcPr>
            <w:tcW w:w="564" w:type="dxa"/>
            <w:vMerge w:val="restart"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774" w:type="dxa"/>
            <w:vMerge w:val="restart"/>
            <w:vAlign w:val="center"/>
          </w:tcPr>
          <w:p w:rsidR="00D06B0A" w:rsidRDefault="00D06B0A" w:rsidP="003E4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основного мероприятия</w:t>
            </w:r>
          </w:p>
          <w:p w:rsidR="00D06B0A" w:rsidRPr="003E4802" w:rsidRDefault="00D06B0A" w:rsidP="003E4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Военно-патриотическое воспитание молодежи   сельского поселения   Пригородный сельсовет Усманского муниципального района </w:t>
            </w:r>
          </w:p>
          <w:p w:rsidR="00D06B0A" w:rsidRPr="00295936" w:rsidRDefault="00D06B0A" w:rsidP="003E4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Всего, тыс.руб</w:t>
            </w:r>
          </w:p>
        </w:tc>
        <w:tc>
          <w:tcPr>
            <w:tcW w:w="1199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  <w:trHeight w:val="900"/>
        </w:trPr>
        <w:tc>
          <w:tcPr>
            <w:tcW w:w="564" w:type="dxa"/>
            <w:vMerge/>
          </w:tcPr>
          <w:p w:rsidR="00D06B0A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vAlign w:val="center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4" w:type="dxa"/>
          </w:tcPr>
          <w:p w:rsidR="00D06B0A" w:rsidRPr="00295936" w:rsidRDefault="00D06B0A" w:rsidP="00086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  <w:trHeight w:val="900"/>
        </w:trPr>
        <w:tc>
          <w:tcPr>
            <w:tcW w:w="564" w:type="dxa"/>
          </w:tcPr>
          <w:p w:rsidR="00D06B0A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774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Итого по Подпрограмме 5</w:t>
            </w:r>
          </w:p>
        </w:tc>
        <w:tc>
          <w:tcPr>
            <w:tcW w:w="2344" w:type="dxa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тыс.руб</w:t>
            </w:r>
          </w:p>
        </w:tc>
        <w:tc>
          <w:tcPr>
            <w:tcW w:w="1199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4" w:type="dxa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  <w:trHeight w:val="516"/>
        </w:trPr>
        <w:tc>
          <w:tcPr>
            <w:tcW w:w="564" w:type="dxa"/>
            <w:vMerge w:val="restart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4" w:type="dxa"/>
            <w:vMerge w:val="restart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местный бюджет</w:t>
            </w:r>
          </w:p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14" w:type="dxa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06B0A" w:rsidRPr="00E60C9B">
        <w:trPr>
          <w:gridAfter w:val="1"/>
          <w:wAfter w:w="20" w:type="dxa"/>
          <w:trHeight w:val="428"/>
        </w:trPr>
        <w:tc>
          <w:tcPr>
            <w:tcW w:w="564" w:type="dxa"/>
            <w:vMerge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4" w:type="dxa"/>
            <w:vMerge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районный  бюджет</w:t>
            </w:r>
          </w:p>
        </w:tc>
        <w:tc>
          <w:tcPr>
            <w:tcW w:w="1199" w:type="dxa"/>
            <w:vAlign w:val="center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gridSpan w:val="2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4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4" w:type="dxa"/>
          </w:tcPr>
          <w:p w:rsidR="00D06B0A" w:rsidRPr="00295936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5936">
              <w:rPr>
                <w:rFonts w:ascii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</w:tr>
      <w:tr w:rsidR="00D06B0A" w:rsidRPr="00E60C9B">
        <w:trPr>
          <w:gridAfter w:val="1"/>
          <w:wAfter w:w="20" w:type="dxa"/>
          <w:trHeight w:val="516"/>
        </w:trPr>
        <w:tc>
          <w:tcPr>
            <w:tcW w:w="564" w:type="dxa"/>
            <w:vMerge w:val="restart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774" w:type="dxa"/>
            <w:vMerge w:val="restart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776D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ВСЕГО   ПО   ПРОГРАММЕ</w:t>
            </w:r>
          </w:p>
        </w:tc>
        <w:tc>
          <w:tcPr>
            <w:tcW w:w="234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6D9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Всего, тыс.руб</w:t>
            </w:r>
          </w:p>
        </w:tc>
        <w:tc>
          <w:tcPr>
            <w:tcW w:w="1199" w:type="dxa"/>
            <w:vAlign w:val="center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14430,1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12516,4</w:t>
            </w:r>
          </w:p>
        </w:tc>
        <w:tc>
          <w:tcPr>
            <w:tcW w:w="1018" w:type="dxa"/>
            <w:gridSpan w:val="2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11937,5</w:t>
            </w:r>
          </w:p>
        </w:tc>
        <w:tc>
          <w:tcPr>
            <w:tcW w:w="967" w:type="dxa"/>
            <w:gridSpan w:val="4"/>
          </w:tcPr>
          <w:p w:rsidR="00D06B0A" w:rsidRPr="00EE0BA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0B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11937,5</w:t>
            </w:r>
          </w:p>
        </w:tc>
        <w:tc>
          <w:tcPr>
            <w:tcW w:w="111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11937,5</w:t>
            </w:r>
          </w:p>
        </w:tc>
      </w:tr>
      <w:tr w:rsidR="00D06B0A" w:rsidRPr="00E60C9B">
        <w:trPr>
          <w:gridAfter w:val="1"/>
          <w:wAfter w:w="20" w:type="dxa"/>
          <w:trHeight w:val="428"/>
        </w:trPr>
        <w:tc>
          <w:tcPr>
            <w:tcW w:w="56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99" w:type="dxa"/>
            <w:vAlign w:val="center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11785,7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10514,4</w:t>
            </w:r>
          </w:p>
        </w:tc>
        <w:tc>
          <w:tcPr>
            <w:tcW w:w="1018" w:type="dxa"/>
            <w:gridSpan w:val="2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9935,5</w:t>
            </w:r>
          </w:p>
        </w:tc>
        <w:tc>
          <w:tcPr>
            <w:tcW w:w="967" w:type="dxa"/>
            <w:gridSpan w:val="4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9935,5</w:t>
            </w:r>
          </w:p>
        </w:tc>
        <w:tc>
          <w:tcPr>
            <w:tcW w:w="111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9935,5</w:t>
            </w:r>
          </w:p>
        </w:tc>
      </w:tr>
      <w:tr w:rsidR="00D06B0A" w:rsidRPr="00E60C9B">
        <w:trPr>
          <w:gridAfter w:val="1"/>
          <w:wAfter w:w="20" w:type="dxa"/>
          <w:trHeight w:val="354"/>
        </w:trPr>
        <w:tc>
          <w:tcPr>
            <w:tcW w:w="56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районный  бюджет</w:t>
            </w:r>
          </w:p>
        </w:tc>
        <w:tc>
          <w:tcPr>
            <w:tcW w:w="1199" w:type="dxa"/>
            <w:vAlign w:val="center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2644,4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2002,0</w:t>
            </w:r>
          </w:p>
        </w:tc>
        <w:tc>
          <w:tcPr>
            <w:tcW w:w="1018" w:type="dxa"/>
            <w:gridSpan w:val="2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2002,0</w:t>
            </w:r>
          </w:p>
        </w:tc>
        <w:tc>
          <w:tcPr>
            <w:tcW w:w="967" w:type="dxa"/>
            <w:gridSpan w:val="4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2002,0</w:t>
            </w:r>
          </w:p>
        </w:tc>
        <w:tc>
          <w:tcPr>
            <w:tcW w:w="111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2002,0</w:t>
            </w:r>
          </w:p>
        </w:tc>
      </w:tr>
      <w:tr w:rsidR="00D06B0A" w:rsidRPr="00E60C9B">
        <w:trPr>
          <w:gridAfter w:val="1"/>
          <w:wAfter w:w="20" w:type="dxa"/>
          <w:trHeight w:val="516"/>
        </w:trPr>
        <w:tc>
          <w:tcPr>
            <w:tcW w:w="56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4" w:type="dxa"/>
            <w:vMerge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44" w:type="dxa"/>
            <w:vAlign w:val="center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99" w:type="dxa"/>
            <w:vAlign w:val="center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gridSpan w:val="3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8" w:type="dxa"/>
            <w:gridSpan w:val="2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67" w:type="dxa"/>
            <w:gridSpan w:val="4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4" w:type="dxa"/>
          </w:tcPr>
          <w:p w:rsidR="00D06B0A" w:rsidRPr="00776D94" w:rsidRDefault="00D06B0A" w:rsidP="00776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6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06B0A" w:rsidRPr="000D4D0A" w:rsidRDefault="00D06B0A" w:rsidP="000D4D0A">
      <w:pPr>
        <w:sectPr w:rsidR="00D06B0A" w:rsidRPr="000D4D0A" w:rsidSect="00F47C07">
          <w:headerReference w:type="default" r:id="rId6"/>
          <w:pgSz w:w="16840" w:h="11907" w:orient="landscape" w:code="9"/>
          <w:pgMar w:top="0" w:right="567" w:bottom="426" w:left="567" w:header="567" w:footer="567" w:gutter="0"/>
          <w:cols w:space="720"/>
          <w:titlePg/>
          <w:docGrid w:linePitch="272"/>
        </w:sectPr>
      </w:pPr>
    </w:p>
    <w:p w:rsidR="00D06B0A" w:rsidRDefault="00D06B0A"/>
    <w:sectPr w:rsidR="00D06B0A" w:rsidSect="002959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B0A" w:rsidRDefault="00D06B0A">
      <w:pPr>
        <w:spacing w:after="0" w:line="240" w:lineRule="auto"/>
      </w:pPr>
      <w:r>
        <w:separator/>
      </w:r>
    </w:p>
  </w:endnote>
  <w:endnote w:type="continuationSeparator" w:id="1">
    <w:p w:rsidR="00D06B0A" w:rsidRDefault="00D06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B0A" w:rsidRDefault="00D06B0A">
      <w:pPr>
        <w:spacing w:after="0" w:line="240" w:lineRule="auto"/>
      </w:pPr>
      <w:r>
        <w:separator/>
      </w:r>
    </w:p>
  </w:footnote>
  <w:footnote w:type="continuationSeparator" w:id="1">
    <w:p w:rsidR="00D06B0A" w:rsidRDefault="00D06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B0A" w:rsidRPr="001F218C" w:rsidRDefault="00D06B0A" w:rsidP="00F47C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936"/>
    <w:rsid w:val="000863A9"/>
    <w:rsid w:val="000D4D0A"/>
    <w:rsid w:val="001D20C9"/>
    <w:rsid w:val="001F218C"/>
    <w:rsid w:val="0028049B"/>
    <w:rsid w:val="00295936"/>
    <w:rsid w:val="003E4802"/>
    <w:rsid w:val="005A6AF9"/>
    <w:rsid w:val="00776D94"/>
    <w:rsid w:val="00891F11"/>
    <w:rsid w:val="00894AEA"/>
    <w:rsid w:val="008E115B"/>
    <w:rsid w:val="00D06B0A"/>
    <w:rsid w:val="00E60C9B"/>
    <w:rsid w:val="00EE0BA4"/>
    <w:rsid w:val="00F4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9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95936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593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29593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2959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29593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3</Pages>
  <Words>399</Words>
  <Characters>2279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SamLab.ws</cp:lastModifiedBy>
  <cp:revision>3</cp:revision>
  <dcterms:created xsi:type="dcterms:W3CDTF">2016-05-11T06:12:00Z</dcterms:created>
  <dcterms:modified xsi:type="dcterms:W3CDTF">2016-05-12T04:26:00Z</dcterms:modified>
</cp:coreProperties>
</file>